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0EE00" w14:textId="20759866" w:rsidR="00CF17B1" w:rsidRDefault="00CF17B1" w:rsidP="00CC0E46">
      <w:pPr>
        <w:pStyle w:val="af3"/>
        <w:jc w:val="left"/>
      </w:pPr>
      <w:r>
        <w:t>П</w:t>
      </w:r>
      <w:r w:rsidR="00406476">
        <w:t>риложе</w:t>
      </w:r>
      <w:r>
        <w:t>ние №</w:t>
      </w:r>
      <w:r w:rsidR="005F3118">
        <w:t>19</w:t>
      </w:r>
    </w:p>
    <w:p w14:paraId="3B471BEA" w14:textId="77777777" w:rsidR="00301F04" w:rsidRDefault="005B2F73" w:rsidP="005B2F73">
      <w:pPr>
        <w:pStyle w:val="affa"/>
      </w:pPr>
      <w:r>
        <w:t>Поручение на структурный продукт</w:t>
      </w:r>
      <w:r>
        <w:rPr>
          <w:rStyle w:val="afd"/>
        </w:rPr>
        <w:footnoteReference w:id="1"/>
      </w:r>
    </w:p>
    <w:p w14:paraId="3206B667" w14:textId="77777777" w:rsidR="005B2F73" w:rsidRDefault="005B2F73" w:rsidP="00447AF2">
      <w:pPr>
        <w:pStyle w:val="af1"/>
        <w:jc w:val="left"/>
      </w:pPr>
    </w:p>
    <w:p w14:paraId="46905174" w14:textId="77777777" w:rsidR="005B2F73" w:rsidRDefault="005B2F73" w:rsidP="005B2F73">
      <w:pPr>
        <w:pStyle w:val="af5"/>
      </w:pPr>
      <w:r>
        <w:t>Общая информация:</w:t>
      </w:r>
    </w:p>
    <w:p w14:paraId="2991A649" w14:textId="77777777" w:rsidR="005B2F73" w:rsidRDefault="005B2F73" w:rsidP="005B2F73">
      <w:pPr>
        <w:pStyle w:val="af3"/>
        <w:jc w:val="left"/>
      </w:pPr>
      <w:r>
        <w:t>Номер___________________________________________________________________________________</w:t>
      </w:r>
    </w:p>
    <w:p w14:paraId="53A4FB83" w14:textId="77777777" w:rsidR="005B2F73" w:rsidRDefault="005B2F73" w:rsidP="005B2F73">
      <w:pPr>
        <w:pStyle w:val="af3"/>
        <w:jc w:val="left"/>
      </w:pPr>
      <w:r>
        <w:t>Дата поручения</w:t>
      </w:r>
      <w:r>
        <w:tab/>
        <w:t>___________________________________________________________________________</w:t>
      </w:r>
    </w:p>
    <w:p w14:paraId="7B51A4E2" w14:textId="77777777" w:rsidR="005B2F73" w:rsidRDefault="005B2F73" w:rsidP="005B2F73">
      <w:pPr>
        <w:pStyle w:val="af3"/>
        <w:jc w:val="left"/>
      </w:pPr>
      <w:r>
        <w:t>Срок действия поручения</w:t>
      </w:r>
      <w:r>
        <w:tab/>
        <w:t>__________________________________________________________________</w:t>
      </w:r>
    </w:p>
    <w:p w14:paraId="062F5935" w14:textId="77777777" w:rsidR="005B2F73" w:rsidRDefault="005B2F73" w:rsidP="005B2F73">
      <w:pPr>
        <w:pStyle w:val="af3"/>
        <w:jc w:val="left"/>
      </w:pPr>
      <w:r>
        <w:t>Направление и вид сделки __________________________________________________________________</w:t>
      </w:r>
    </w:p>
    <w:p w14:paraId="617DF755" w14:textId="77777777" w:rsidR="005B2F73" w:rsidRDefault="005B2F73" w:rsidP="005B2F73">
      <w:pPr>
        <w:pStyle w:val="af3"/>
        <w:jc w:val="left"/>
      </w:pPr>
      <w:r>
        <w:t xml:space="preserve">Премия (цена опциона) </w:t>
      </w:r>
      <w:r>
        <w:tab/>
        <w:t>___________________________________________________________________</w:t>
      </w:r>
    </w:p>
    <w:p w14:paraId="388650BF" w14:textId="77777777" w:rsidR="005B2F73" w:rsidRDefault="005B2F73" w:rsidP="00447AF2">
      <w:pPr>
        <w:pStyle w:val="af1"/>
        <w:jc w:val="left"/>
      </w:pPr>
    </w:p>
    <w:p w14:paraId="13D47333" w14:textId="77777777" w:rsidR="00301F04" w:rsidRDefault="005B2F73" w:rsidP="00447AF2">
      <w:pPr>
        <w:pStyle w:val="af5"/>
      </w:pPr>
      <w:r>
        <w:t>Информация</w:t>
      </w:r>
      <w:r w:rsidR="00301F04">
        <w:t xml:space="preserve"> о клиенте:</w:t>
      </w:r>
    </w:p>
    <w:p w14:paraId="58542DC3" w14:textId="77777777" w:rsidR="00301F04" w:rsidRDefault="00301F04" w:rsidP="00447AF2">
      <w:pPr>
        <w:pStyle w:val="af3"/>
        <w:jc w:val="left"/>
      </w:pPr>
      <w:r>
        <w:t xml:space="preserve">ФИО / Наименование </w:t>
      </w:r>
      <w:r w:rsidR="00447AF2">
        <w:t>______</w:t>
      </w:r>
      <w:r>
        <w:t>______________</w:t>
      </w:r>
      <w:r w:rsidR="005B2F73">
        <w:t>_______</w:t>
      </w:r>
      <w:r>
        <w:t>___________________________________________</w:t>
      </w:r>
    </w:p>
    <w:p w14:paraId="306C818F" w14:textId="77777777" w:rsidR="00301F04" w:rsidRDefault="00301F04" w:rsidP="00447AF2">
      <w:pPr>
        <w:pStyle w:val="af3"/>
        <w:jc w:val="left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</w:t>
      </w:r>
      <w:r w:rsidR="00447AF2">
        <w:t>________________</w:t>
      </w:r>
    </w:p>
    <w:p w14:paraId="4DB31E1E" w14:textId="77777777" w:rsidR="00447AF2" w:rsidRDefault="00447AF2" w:rsidP="00447AF2">
      <w:pPr>
        <w:pStyle w:val="af5"/>
      </w:pPr>
    </w:p>
    <w:p w14:paraId="6B975690" w14:textId="77777777" w:rsidR="005B2F73" w:rsidRDefault="005B2F73" w:rsidP="005B2F73">
      <w:pPr>
        <w:pStyle w:val="af5"/>
      </w:pPr>
      <w:r>
        <w:t>Базисный актив структурного продукта:</w:t>
      </w:r>
    </w:p>
    <w:p w14:paraId="27E0C135" w14:textId="77777777" w:rsidR="005B2F73" w:rsidRDefault="005B2F73" w:rsidP="005B2F73">
      <w:pPr>
        <w:pStyle w:val="af3"/>
        <w:jc w:val="left"/>
      </w:pPr>
      <w:r>
        <w:t>Код корзины Активов ______________________________________________________________________</w:t>
      </w:r>
    </w:p>
    <w:p w14:paraId="7460E17F" w14:textId="77777777" w:rsidR="005B2F73" w:rsidRDefault="005B2F73" w:rsidP="005B2F73">
      <w:pPr>
        <w:pStyle w:val="af3"/>
        <w:jc w:val="left"/>
      </w:pPr>
    </w:p>
    <w:p w14:paraId="43B7BDC5" w14:textId="77777777" w:rsidR="005B2F73" w:rsidRDefault="005B2F73" w:rsidP="005B2F73">
      <w:pPr>
        <w:pStyle w:val="af5"/>
      </w:pPr>
      <w:r>
        <w:t>Состав корзины Активов:</w:t>
      </w:r>
    </w:p>
    <w:tbl>
      <w:tblPr>
        <w:tblStyle w:val="aff2"/>
        <w:tblW w:w="9918" w:type="dxa"/>
        <w:tblLayout w:type="fixed"/>
        <w:tblLook w:val="04A0" w:firstRow="1" w:lastRow="0" w:firstColumn="1" w:lastColumn="0" w:noHBand="0" w:noVBand="1"/>
      </w:tblPr>
      <w:tblGrid>
        <w:gridCol w:w="565"/>
        <w:gridCol w:w="2552"/>
        <w:gridCol w:w="6801"/>
      </w:tblGrid>
      <w:tr w:rsidR="005B2F73" w:rsidRPr="0083660E" w14:paraId="05163DC1" w14:textId="77777777" w:rsidTr="005B2F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noWrap/>
          </w:tcPr>
          <w:p w14:paraId="7AF8197C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№</w:t>
            </w:r>
          </w:p>
        </w:tc>
        <w:tc>
          <w:tcPr>
            <w:tcW w:w="9353" w:type="dxa"/>
            <w:gridSpan w:val="2"/>
          </w:tcPr>
          <w:p w14:paraId="1AF6B1F8" w14:textId="77777777" w:rsidR="005B2F73" w:rsidRPr="0083660E" w:rsidRDefault="005B2F73" w:rsidP="00AC0FCE">
            <w:pPr>
              <w:spacing w:before="120"/>
              <w:ind w:left="-85" w:right="-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Активы</w:t>
            </w:r>
          </w:p>
        </w:tc>
      </w:tr>
      <w:tr w:rsidR="005B2F73" w:rsidRPr="0083660E" w14:paraId="1EA52C5C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414BD39B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</w:t>
            </w:r>
          </w:p>
        </w:tc>
        <w:tc>
          <w:tcPr>
            <w:tcW w:w="2552" w:type="dxa"/>
          </w:tcPr>
          <w:p w14:paraId="1501A785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7B84545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2FDAD6B1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41A37E4B" w14:textId="77777777" w:rsidR="005B2F73" w:rsidRPr="0083660E" w:rsidRDefault="005B2F73" w:rsidP="00AC0FCE">
            <w:pPr>
              <w:spacing w:before="120"/>
              <w:ind w:left="-85" w:right="-85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3830D7EA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44D80F96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1416747B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796B1F09" w14:textId="77777777" w:rsidR="005B2F73" w:rsidRPr="0083660E" w:rsidRDefault="005B2F73" w:rsidP="00AC0FCE">
            <w:pPr>
              <w:spacing w:before="120"/>
              <w:ind w:left="-85" w:right="-85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1D929B33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1C58C1F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498F6353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3C7F524C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</w:t>
            </w:r>
          </w:p>
        </w:tc>
        <w:tc>
          <w:tcPr>
            <w:tcW w:w="2552" w:type="dxa"/>
          </w:tcPr>
          <w:p w14:paraId="7B850F9D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3AB4EA5A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4313DAAE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1CE23ED2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2E90C5B2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02FD1B7A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753849E7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6BB92A5D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399B2ADF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10C874DF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3A9C952C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0B781A48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</w:t>
            </w:r>
          </w:p>
        </w:tc>
        <w:tc>
          <w:tcPr>
            <w:tcW w:w="2552" w:type="dxa"/>
          </w:tcPr>
          <w:p w14:paraId="1994FD46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03C513FD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45FCAB2D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24137EAB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1AEF3D1E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670856F4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2EE1A167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093FC3B4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6E438882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2FD8E54E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04EBD281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20F9AB83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4</w:t>
            </w:r>
          </w:p>
        </w:tc>
        <w:tc>
          <w:tcPr>
            <w:tcW w:w="2552" w:type="dxa"/>
          </w:tcPr>
          <w:p w14:paraId="253571D2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0E5C45B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28BFA946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65F761D9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5E71AA81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49A70D8D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55CF9AA0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5BCDAE1B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7C9D2D2D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34DB22B7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23D73F9A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186BC54B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5</w:t>
            </w:r>
          </w:p>
        </w:tc>
        <w:tc>
          <w:tcPr>
            <w:tcW w:w="2552" w:type="dxa"/>
          </w:tcPr>
          <w:p w14:paraId="797C8790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39699DC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03D18F5D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13AFBC08" w14:textId="77777777" w:rsidR="005B2F73" w:rsidRPr="0083660E" w:rsidRDefault="005B2F73" w:rsidP="00AC0FCE">
            <w:pPr>
              <w:spacing w:before="120"/>
              <w:ind w:left="-85" w:right="-85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57CD4483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78CA4BF9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19A08966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197598A9" w14:textId="77777777" w:rsidR="005B2F73" w:rsidRPr="0083660E" w:rsidRDefault="005B2F73" w:rsidP="00AC0FCE">
            <w:pPr>
              <w:spacing w:before="120"/>
              <w:ind w:left="-85" w:right="-85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4F6E55DF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56E13AF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14:paraId="3EC3DC35" w14:textId="77777777" w:rsidR="005B2F73" w:rsidRDefault="005B2F73" w:rsidP="005B2F73">
      <w:pPr>
        <w:pStyle w:val="af5"/>
      </w:pPr>
    </w:p>
    <w:p w14:paraId="7AE3A209" w14:textId="77777777" w:rsidR="00301F04" w:rsidRDefault="005B2F73" w:rsidP="00447AF2">
      <w:pPr>
        <w:pStyle w:val="af3"/>
        <w:jc w:val="left"/>
      </w:pPr>
      <w:r>
        <w:t>Время определения Начальной цены актива_________</w:t>
      </w:r>
      <w:r w:rsidR="00301F04">
        <w:t>__________________________________________</w:t>
      </w:r>
    </w:p>
    <w:p w14:paraId="09CC29BC" w14:textId="77777777" w:rsidR="006F7EA6" w:rsidRDefault="005B2F73" w:rsidP="00447AF2">
      <w:pPr>
        <w:pStyle w:val="af3"/>
        <w:jc w:val="left"/>
      </w:pPr>
      <w:r>
        <w:t>Начальная цена актива</w:t>
      </w:r>
      <w:r w:rsidR="00301F04">
        <w:t xml:space="preserve"> ____________________________</w:t>
      </w:r>
      <w:r w:rsidR="00447AF2">
        <w:t>________</w:t>
      </w:r>
      <w:r>
        <w:t>________________</w:t>
      </w:r>
      <w:r w:rsidR="00447AF2">
        <w:t>________________</w:t>
      </w:r>
    </w:p>
    <w:p w14:paraId="7869CB83" w14:textId="77777777" w:rsidR="005B2F73" w:rsidRDefault="005B2F73" w:rsidP="00447AF2">
      <w:pPr>
        <w:pStyle w:val="af3"/>
        <w:jc w:val="left"/>
      </w:pPr>
      <w:r>
        <w:t>Время определения Текущей цены актива ____________________________________________________</w:t>
      </w:r>
    </w:p>
    <w:p w14:paraId="0DB165F7" w14:textId="77777777" w:rsidR="005B2F73" w:rsidRDefault="005B2F73" w:rsidP="00447AF2">
      <w:pPr>
        <w:pStyle w:val="af3"/>
        <w:jc w:val="left"/>
      </w:pPr>
      <w:r>
        <w:t>Текущая цена актива ______________________________________________________________________</w:t>
      </w:r>
    </w:p>
    <w:p w14:paraId="69A1747E" w14:textId="77777777" w:rsidR="00447AF2" w:rsidRDefault="00447AF2" w:rsidP="00447AF2">
      <w:pPr>
        <w:pStyle w:val="af3"/>
        <w:jc w:val="left"/>
      </w:pPr>
    </w:p>
    <w:p w14:paraId="71FEF5B7" w14:textId="77777777" w:rsidR="00F65365" w:rsidRDefault="005B2F73" w:rsidP="00447AF2">
      <w:pPr>
        <w:pStyle w:val="af5"/>
      </w:pPr>
      <w:r>
        <w:t>Базисный актив структурного продукта</w:t>
      </w:r>
      <w:r w:rsidR="00F65365">
        <w:t>:</w:t>
      </w:r>
    </w:p>
    <w:p w14:paraId="5D25558E" w14:textId="77777777" w:rsidR="00F65365" w:rsidRDefault="005B2F73" w:rsidP="00447AF2">
      <w:pPr>
        <w:pStyle w:val="af3"/>
        <w:jc w:val="left"/>
      </w:pPr>
      <w:r>
        <w:t>Наименование</w:t>
      </w:r>
      <w:r w:rsidR="00F65365">
        <w:t xml:space="preserve"> </w:t>
      </w:r>
      <w:r w:rsidR="00447AF2">
        <w:t>__</w:t>
      </w:r>
      <w:r>
        <w:t>_______</w:t>
      </w:r>
      <w:r w:rsidR="00F65365" w:rsidRPr="00D270DE">
        <w:t>_______</w:t>
      </w:r>
      <w:r w:rsidR="00F65365">
        <w:t>____________________________________</w:t>
      </w:r>
      <w:r w:rsidR="00F65365" w:rsidRPr="00D270DE">
        <w:t>________________________</w:t>
      </w:r>
    </w:p>
    <w:p w14:paraId="7C500DF6" w14:textId="77777777" w:rsidR="00F65365" w:rsidRDefault="007647BF" w:rsidP="00447AF2">
      <w:pPr>
        <w:pStyle w:val="af3"/>
        <w:jc w:val="left"/>
      </w:pPr>
      <w:r>
        <w:t>Код ___________</w:t>
      </w:r>
      <w:r w:rsidR="00F65365">
        <w:t>______________</w:t>
      </w:r>
      <w:r w:rsidR="00447AF2">
        <w:t>_________________</w:t>
      </w:r>
      <w:r w:rsidR="00F65365">
        <w:t>__________________________________</w:t>
      </w:r>
      <w:r w:rsidR="00615C8C">
        <w:t>___</w:t>
      </w:r>
      <w:r w:rsidR="00447AF2">
        <w:t>____</w:t>
      </w:r>
      <w:r w:rsidR="00F65365">
        <w:t>__</w:t>
      </w:r>
    </w:p>
    <w:p w14:paraId="26348D5B" w14:textId="77777777" w:rsidR="00F65365" w:rsidRDefault="007647BF" w:rsidP="00447AF2">
      <w:pPr>
        <w:pStyle w:val="af3"/>
        <w:jc w:val="left"/>
      </w:pPr>
      <w:r>
        <w:t>Код площади</w:t>
      </w:r>
      <w:r w:rsidR="00F65365">
        <w:t xml:space="preserve"> _</w:t>
      </w:r>
      <w:r>
        <w:t>____________________</w:t>
      </w:r>
      <w:r w:rsidR="00447AF2">
        <w:t>_____</w:t>
      </w:r>
      <w:r w:rsidR="00F65365">
        <w:t>___________________________________________________</w:t>
      </w:r>
    </w:p>
    <w:p w14:paraId="491FA09E" w14:textId="77777777" w:rsidR="00F65365" w:rsidRDefault="007647BF" w:rsidP="00447AF2">
      <w:pPr>
        <w:pStyle w:val="af3"/>
        <w:jc w:val="left"/>
      </w:pPr>
      <w:r>
        <w:rPr>
          <w:lang w:val="en-US"/>
        </w:rPr>
        <w:t>ISIN</w:t>
      </w:r>
      <w:r w:rsidR="00F65365">
        <w:t xml:space="preserve"> </w:t>
      </w:r>
      <w:r w:rsidRPr="007647BF">
        <w:t>_____________________________</w:t>
      </w:r>
      <w:r w:rsidR="00447AF2">
        <w:t>_________________________</w:t>
      </w:r>
      <w:r w:rsidR="00F65365">
        <w:t>_______________________________</w:t>
      </w:r>
    </w:p>
    <w:p w14:paraId="5D61AEF4" w14:textId="77777777" w:rsidR="00F65365" w:rsidRDefault="00F65365" w:rsidP="00447AF2">
      <w:pPr>
        <w:pStyle w:val="af3"/>
        <w:jc w:val="left"/>
      </w:pPr>
    </w:p>
    <w:p w14:paraId="0781B384" w14:textId="77777777" w:rsidR="007647BF" w:rsidRDefault="007647BF" w:rsidP="007647BF">
      <w:pPr>
        <w:pStyle w:val="af5"/>
      </w:pPr>
      <w:r>
        <w:t>Параметры структурного продукта:</w:t>
      </w:r>
    </w:p>
    <w:p w14:paraId="15D07F82" w14:textId="77777777" w:rsidR="007647BF" w:rsidRPr="007647BF" w:rsidRDefault="007647BF" w:rsidP="007647BF">
      <w:pPr>
        <w:pStyle w:val="af3"/>
      </w:pPr>
      <w:r>
        <w:t>Вид структурного продукта __________________________________________________________________</w:t>
      </w:r>
    </w:p>
    <w:p w14:paraId="7AB86CAC" w14:textId="77777777" w:rsidR="00F65365" w:rsidRDefault="007647BF" w:rsidP="00447AF2">
      <w:pPr>
        <w:pStyle w:val="af3"/>
        <w:jc w:val="left"/>
      </w:pPr>
      <w:r>
        <w:t>Тип исполнения ___________________________________________________________________________</w:t>
      </w:r>
    </w:p>
    <w:p w14:paraId="102E0982" w14:textId="77777777" w:rsidR="007647BF" w:rsidRDefault="007647BF" w:rsidP="00447AF2">
      <w:pPr>
        <w:pStyle w:val="af3"/>
        <w:jc w:val="left"/>
      </w:pPr>
      <w:r>
        <w:t>Дата погашения ___________________________________________________________________________</w:t>
      </w:r>
    </w:p>
    <w:p w14:paraId="512F7FFD" w14:textId="77777777" w:rsidR="007647BF" w:rsidRDefault="007647BF" w:rsidP="00447AF2">
      <w:pPr>
        <w:pStyle w:val="af3"/>
        <w:jc w:val="left"/>
      </w:pPr>
      <w:r>
        <w:t>Тип опциона ______________________________________________________________________________</w:t>
      </w:r>
    </w:p>
    <w:p w14:paraId="264DFCDB" w14:textId="77777777" w:rsidR="007647BF" w:rsidRDefault="007647BF" w:rsidP="00447AF2">
      <w:pPr>
        <w:pStyle w:val="af3"/>
        <w:jc w:val="left"/>
      </w:pPr>
      <w:r>
        <w:t>Коэффициент защиты капитала (КЗК) _________________________________________________________</w:t>
      </w:r>
    </w:p>
    <w:p w14:paraId="18EA1F46" w14:textId="77777777" w:rsidR="007647BF" w:rsidRDefault="007647BF" w:rsidP="00447AF2">
      <w:pPr>
        <w:pStyle w:val="af3"/>
        <w:jc w:val="left"/>
      </w:pPr>
      <w:r>
        <w:t>Коэффициент участия (КУ) __________________________________________________________________</w:t>
      </w:r>
    </w:p>
    <w:p w14:paraId="68BE7F5E" w14:textId="77777777" w:rsidR="007647BF" w:rsidRDefault="007647BF" w:rsidP="00447AF2">
      <w:pPr>
        <w:pStyle w:val="af3"/>
        <w:jc w:val="left"/>
      </w:pPr>
      <w:r>
        <w:t>Ставка купона, % годовых ___________________________________________________________________</w:t>
      </w:r>
    </w:p>
    <w:p w14:paraId="6F29292A" w14:textId="77777777" w:rsidR="007647BF" w:rsidRDefault="007647BF" w:rsidP="00447AF2">
      <w:pPr>
        <w:pStyle w:val="af3"/>
        <w:jc w:val="left"/>
      </w:pPr>
      <w:r>
        <w:t>Пороговая цена (</w:t>
      </w:r>
      <w:r>
        <w:rPr>
          <w:lang w:val="en-US"/>
        </w:rPr>
        <w:t>Strike</w:t>
      </w:r>
      <w:r w:rsidRPr="00CF17B1">
        <w:t>)</w:t>
      </w:r>
      <w:r>
        <w:t xml:space="preserve"> _____________________________________________________________________</w:t>
      </w:r>
    </w:p>
    <w:p w14:paraId="191D1F4E" w14:textId="77777777" w:rsidR="007647BF" w:rsidRDefault="007647BF" w:rsidP="00447AF2">
      <w:pPr>
        <w:pStyle w:val="af3"/>
        <w:jc w:val="left"/>
      </w:pPr>
      <w:r>
        <w:t xml:space="preserve">Цена исполнения </w:t>
      </w:r>
      <w:r w:rsidRPr="00CF17B1">
        <w:t>(</w:t>
      </w:r>
      <w:r>
        <w:rPr>
          <w:lang w:val="en-US"/>
        </w:rPr>
        <w:t>Strike</w:t>
      </w:r>
      <w:r w:rsidRPr="00CF17B1">
        <w:t>)</w:t>
      </w:r>
      <w:r>
        <w:t xml:space="preserve"> ____________________________________________________________________</w:t>
      </w:r>
    </w:p>
    <w:p w14:paraId="0D46AE4F" w14:textId="77777777" w:rsidR="007647BF" w:rsidRPr="007647BF" w:rsidRDefault="007647BF" w:rsidP="00447AF2">
      <w:pPr>
        <w:pStyle w:val="af3"/>
        <w:jc w:val="left"/>
      </w:pPr>
      <w:r>
        <w:t xml:space="preserve">Нижняя ограничительная цена </w:t>
      </w:r>
      <w:r w:rsidRPr="007647BF">
        <w:t>(</w:t>
      </w:r>
      <w:proofErr w:type="spellStart"/>
      <w:r>
        <w:rPr>
          <w:lang w:val="en-US"/>
        </w:rPr>
        <w:t>FloorStrike</w:t>
      </w:r>
      <w:proofErr w:type="spellEnd"/>
      <w:r w:rsidRPr="007647BF">
        <w:t>) ____________________________________________________</w:t>
      </w:r>
    </w:p>
    <w:p w14:paraId="6B99BE4D" w14:textId="77777777" w:rsidR="007647BF" w:rsidRDefault="007647BF" w:rsidP="007647BF">
      <w:pPr>
        <w:pStyle w:val="af3"/>
        <w:jc w:val="left"/>
      </w:pPr>
      <w:r>
        <w:t xml:space="preserve">Верхняя ограничительная цена </w:t>
      </w:r>
      <w:r w:rsidRPr="007647BF">
        <w:t>(</w:t>
      </w:r>
      <w:proofErr w:type="spellStart"/>
      <w:r>
        <w:rPr>
          <w:lang w:val="en-US"/>
        </w:rPr>
        <w:t>CapStrike</w:t>
      </w:r>
      <w:proofErr w:type="spellEnd"/>
      <w:r w:rsidRPr="007647BF">
        <w:t>) _____________________________________________________</w:t>
      </w:r>
    </w:p>
    <w:p w14:paraId="04267342" w14:textId="77777777" w:rsidR="007647BF" w:rsidRDefault="007647BF" w:rsidP="007647BF">
      <w:pPr>
        <w:pStyle w:val="af3"/>
        <w:jc w:val="left"/>
      </w:pPr>
      <w:r>
        <w:t>Сумма инвестирования _____________________________________________________________________</w:t>
      </w:r>
      <w:r>
        <w:br/>
        <w:t xml:space="preserve">Валюта инвестирования </w:t>
      </w:r>
      <w:r w:rsidRPr="007647BF">
        <w:t>(</w:t>
      </w:r>
      <w:r>
        <w:rPr>
          <w:lang w:val="en-US"/>
        </w:rPr>
        <w:t>B</w:t>
      </w:r>
      <w:r w:rsidRPr="007647BF">
        <w:t>3</w:t>
      </w:r>
      <w:r>
        <w:rPr>
          <w:lang w:val="en-US"/>
        </w:rPr>
        <w:t>K</w:t>
      </w:r>
      <w:r w:rsidRPr="007647BF">
        <w:t>)</w:t>
      </w:r>
      <w:r>
        <w:t xml:space="preserve"> ______</w:t>
      </w:r>
      <w:r w:rsidRPr="007647BF">
        <w:t>_</w:t>
      </w:r>
      <w:r>
        <w:t>________________________________________________________</w:t>
      </w:r>
    </w:p>
    <w:p w14:paraId="52205203" w14:textId="77777777" w:rsidR="007647BF" w:rsidRDefault="007647BF" w:rsidP="007647BF">
      <w:pPr>
        <w:pStyle w:val="af3"/>
        <w:jc w:val="left"/>
      </w:pPr>
      <w:r>
        <w:t xml:space="preserve">Цена (значение) базисного актива </w:t>
      </w:r>
      <w:r w:rsidRPr="007647BF">
        <w:t>(</w:t>
      </w:r>
      <w:r>
        <w:rPr>
          <w:lang w:val="en-US"/>
        </w:rPr>
        <w:t>R</w:t>
      </w:r>
      <w:r w:rsidRPr="007647BF">
        <w:t>) _________________________________________________________</w:t>
      </w:r>
    </w:p>
    <w:p w14:paraId="3CF72F48" w14:textId="77777777" w:rsidR="007647BF" w:rsidRDefault="007647BF" w:rsidP="007647BF">
      <w:pPr>
        <w:pStyle w:val="af3"/>
        <w:jc w:val="left"/>
      </w:pPr>
      <w:r>
        <w:t>Барьер купона ____________________________________________________________________________</w:t>
      </w:r>
    </w:p>
    <w:p w14:paraId="71DDB019" w14:textId="77777777" w:rsidR="007647BF" w:rsidRDefault="007647BF" w:rsidP="007647BF">
      <w:pPr>
        <w:pStyle w:val="af3"/>
        <w:jc w:val="left"/>
      </w:pPr>
      <w:r>
        <w:t>Барьер поставки __________________________________________________________________________</w:t>
      </w:r>
    </w:p>
    <w:p w14:paraId="60B9B234" w14:textId="77777777" w:rsidR="007647BF" w:rsidRDefault="007647BF" w:rsidP="007647BF">
      <w:pPr>
        <w:pStyle w:val="af3"/>
        <w:jc w:val="left"/>
      </w:pPr>
      <w:r>
        <w:t>Количество поставляемого актива, шт. ________________________________________________________</w:t>
      </w:r>
    </w:p>
    <w:p w14:paraId="4EF6704C" w14:textId="77777777" w:rsidR="007647BF" w:rsidRDefault="007647BF" w:rsidP="007647BF">
      <w:pPr>
        <w:pStyle w:val="af3"/>
        <w:jc w:val="left"/>
      </w:pPr>
    </w:p>
    <w:p w14:paraId="5F3EF3AA" w14:textId="77777777" w:rsidR="007647BF" w:rsidRPr="007647BF" w:rsidRDefault="007647BF" w:rsidP="007647BF">
      <w:pPr>
        <w:pStyle w:val="af5"/>
      </w:pPr>
      <w:r>
        <w:t>Купленные периоды:</w:t>
      </w:r>
    </w:p>
    <w:tbl>
      <w:tblPr>
        <w:tblStyle w:val="aff2"/>
        <w:tblW w:w="10060" w:type="dxa"/>
        <w:tblLayout w:type="fixed"/>
        <w:tblLook w:val="04A0" w:firstRow="1" w:lastRow="0" w:firstColumn="1" w:lastColumn="0" w:noHBand="0" w:noVBand="1"/>
      </w:tblPr>
      <w:tblGrid>
        <w:gridCol w:w="425"/>
        <w:gridCol w:w="4253"/>
        <w:gridCol w:w="5382"/>
      </w:tblGrid>
      <w:tr w:rsidR="007647BF" w:rsidRPr="00371B4D" w14:paraId="0A434237" w14:textId="77777777" w:rsidTr="00795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noWrap/>
            <w:vAlign w:val="center"/>
          </w:tcPr>
          <w:p w14:paraId="0D16BBB8" w14:textId="77777777" w:rsidR="007647BF" w:rsidRPr="00E50E9C" w:rsidRDefault="007647BF" w:rsidP="00795D9E">
            <w:pPr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№</w:t>
            </w:r>
          </w:p>
        </w:tc>
        <w:tc>
          <w:tcPr>
            <w:tcW w:w="4253" w:type="dxa"/>
            <w:vAlign w:val="center"/>
          </w:tcPr>
          <w:p w14:paraId="3C2C3818" w14:textId="77777777" w:rsidR="007647BF" w:rsidRPr="00795D9E" w:rsidRDefault="007647BF" w:rsidP="00795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ru-RU"/>
              </w:rPr>
            </w:pPr>
            <w:r w:rsidRPr="00795D9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ru-RU"/>
              </w:rPr>
              <w:t>Барьер отзыва</w:t>
            </w:r>
          </w:p>
        </w:tc>
        <w:tc>
          <w:tcPr>
            <w:tcW w:w="5382" w:type="dxa"/>
            <w:vAlign w:val="center"/>
          </w:tcPr>
          <w:p w14:paraId="0770B7AE" w14:textId="77777777" w:rsidR="007647BF" w:rsidRPr="00795D9E" w:rsidRDefault="007647BF" w:rsidP="00795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ru-RU"/>
              </w:rPr>
            </w:pPr>
            <w:r w:rsidRPr="00795D9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ru-RU"/>
              </w:rPr>
              <w:t>Купонная дата</w:t>
            </w:r>
          </w:p>
        </w:tc>
      </w:tr>
      <w:tr w:rsidR="007647BF" w:rsidRPr="00B90CA5" w14:paraId="4D10A2F8" w14:textId="77777777" w:rsidTr="00795D9E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noWrap/>
          </w:tcPr>
          <w:p w14:paraId="514FEDB4" w14:textId="77777777" w:rsidR="007647BF" w:rsidRPr="00C31517" w:rsidRDefault="007647BF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4253" w:type="dxa"/>
          </w:tcPr>
          <w:p w14:paraId="025EF54D" w14:textId="77777777" w:rsidR="007647BF" w:rsidRPr="00B90CA5" w:rsidRDefault="007647BF" w:rsidP="00AC0FCE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382" w:type="dxa"/>
          </w:tcPr>
          <w:p w14:paraId="0FF53576" w14:textId="77777777" w:rsidR="007647BF" w:rsidRPr="00B90CA5" w:rsidRDefault="007647BF" w:rsidP="00AC0FCE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</w:tbl>
    <w:p w14:paraId="1248F04B" w14:textId="77777777" w:rsidR="007647BF" w:rsidRPr="007647BF" w:rsidRDefault="007647BF" w:rsidP="00447AF2">
      <w:pPr>
        <w:pStyle w:val="af3"/>
        <w:jc w:val="left"/>
      </w:pPr>
    </w:p>
    <w:p w14:paraId="13372BD0" w14:textId="77777777" w:rsidR="00F65365" w:rsidRDefault="00F65365" w:rsidP="00447AF2">
      <w:pPr>
        <w:pStyle w:val="af3"/>
        <w:jc w:val="left"/>
      </w:pPr>
    </w:p>
    <w:p w14:paraId="469897BD" w14:textId="77777777" w:rsidR="00F65365" w:rsidRDefault="00F65365" w:rsidP="00447AF2">
      <w:pPr>
        <w:pStyle w:val="af3"/>
        <w:jc w:val="left"/>
      </w:pPr>
      <w:r>
        <w:t>До</w:t>
      </w:r>
      <w:r w:rsidR="00447AF2">
        <w:t>полнительные условия_____</w:t>
      </w:r>
      <w:r>
        <w:t>______________________________________________________________</w:t>
      </w:r>
    </w:p>
    <w:p w14:paraId="67020AF2" w14:textId="77777777" w:rsidR="00F65365" w:rsidRDefault="00F65365" w:rsidP="00293685">
      <w:pPr>
        <w:pStyle w:val="af1"/>
      </w:pPr>
    </w:p>
    <w:p w14:paraId="546AC539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F1CF759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3549CA6E" w14:textId="77777777" w:rsidR="00447AF2" w:rsidRDefault="00447AF2" w:rsidP="00F65365">
      <w:pPr>
        <w:pStyle w:val="afff0"/>
      </w:pPr>
    </w:p>
    <w:p w14:paraId="6AE7A12B" w14:textId="77777777" w:rsidR="00447AF2" w:rsidRDefault="00447AF2" w:rsidP="00F65365">
      <w:pPr>
        <w:pStyle w:val="afff0"/>
      </w:pPr>
    </w:p>
    <w:p w14:paraId="531EEC33" w14:textId="77777777" w:rsidR="00447AF2" w:rsidRDefault="00447AF2" w:rsidP="00F65365">
      <w:pPr>
        <w:pStyle w:val="afff0"/>
      </w:pPr>
      <w:r>
        <w:t>М.П.</w:t>
      </w:r>
    </w:p>
    <w:p w14:paraId="64584AD9" w14:textId="77777777" w:rsidR="00447AF2" w:rsidRDefault="00447AF2" w:rsidP="00F65365">
      <w:pPr>
        <w:pStyle w:val="afff0"/>
      </w:pPr>
    </w:p>
    <w:p w14:paraId="2A3C5D5F" w14:textId="77777777" w:rsidR="00447AF2" w:rsidRDefault="00447AF2" w:rsidP="00F65365">
      <w:pPr>
        <w:pStyle w:val="afff0"/>
      </w:pPr>
    </w:p>
    <w:p w14:paraId="68D6C69F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128EBC0C" w14:textId="77777777" w:rsidR="00F65365" w:rsidRDefault="00F65365" w:rsidP="00795D9E">
      <w:pPr>
        <w:pStyle w:val="af1"/>
      </w:pPr>
      <w:r>
        <w:t>Служебные отметки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0DA89434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8D0DC9F" w14:textId="77777777" w:rsidR="00F65365" w:rsidRPr="00C77EF1" w:rsidRDefault="00F65365" w:rsidP="00795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795D9E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4FAC8572" w14:textId="77777777" w:rsidR="00F65365" w:rsidRPr="00C77EF1" w:rsidRDefault="00F65365" w:rsidP="00795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795D9E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28883D68" w14:textId="77777777" w:rsidR="00F65365" w:rsidRPr="00C77EF1" w:rsidRDefault="00F65365" w:rsidP="00795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795D9E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60AF3EBC" w14:textId="77777777" w:rsidTr="004732B4">
        <w:trPr>
          <w:trHeight w:val="450"/>
        </w:trPr>
        <w:tc>
          <w:tcPr>
            <w:tcW w:w="3233" w:type="dxa"/>
          </w:tcPr>
          <w:p w14:paraId="174A451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17485D2B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4E2AF2B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3E0698B9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795D9E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34" w:right="1134" w:bottom="113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8CFFB" w14:textId="77777777" w:rsidR="00D100DE" w:rsidRDefault="00D100DE">
      <w:r>
        <w:separator/>
      </w:r>
    </w:p>
  </w:endnote>
  <w:endnote w:type="continuationSeparator" w:id="0">
    <w:p w14:paraId="0208018F" w14:textId="77777777" w:rsidR="00D100DE" w:rsidRDefault="00D10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2EDC2C4C" w14:textId="77777777" w:rsidR="00053E45" w:rsidRPr="00EF2710" w:rsidRDefault="00447AF2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3017172D" wp14:editId="00E0E567">
              <wp:simplePos x="0" y="0"/>
              <wp:positionH relativeFrom="column">
                <wp:posOffset>-2333625</wp:posOffset>
              </wp:positionH>
              <wp:positionV relativeFrom="page">
                <wp:posOffset>9918700</wp:posOffset>
              </wp:positionV>
              <wp:extent cx="11508105" cy="213995"/>
              <wp:effectExtent l="0" t="0" r="0" b="0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508105" cy="213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53E45" w:rsidRPr="00EF2710">
          <w:rPr>
            <w:rStyle w:val="af8"/>
          </w:rPr>
          <w:fldChar w:fldCharType="begin"/>
        </w:r>
        <w:r w:rsidR="00053E45" w:rsidRPr="00EF2710">
          <w:rPr>
            <w:rStyle w:val="af8"/>
          </w:rPr>
          <w:instrText>PAGE   \* MERGEFORMAT</w:instrText>
        </w:r>
        <w:r w:rsidR="00053E45" w:rsidRPr="00EF2710">
          <w:rPr>
            <w:rStyle w:val="af8"/>
          </w:rPr>
          <w:fldChar w:fldCharType="separate"/>
        </w:r>
        <w:r w:rsidR="00BB3748">
          <w:rPr>
            <w:rStyle w:val="af8"/>
            <w:noProof/>
          </w:rPr>
          <w:t>3</w:t>
        </w:r>
        <w:r w:rsidR="00053E45" w:rsidRPr="00EF2710">
          <w:rPr>
            <w:rStyle w:val="af8"/>
          </w:rPr>
          <w:fldChar w:fldCharType="end"/>
        </w:r>
      </w:p>
    </w:sdtContent>
  </w:sdt>
  <w:p w14:paraId="4F9C297D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948FE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6A45E1B1" wp14:editId="15F02935">
          <wp:simplePos x="0" y="0"/>
          <wp:positionH relativeFrom="column">
            <wp:posOffset>-849630</wp:posOffset>
          </wp:positionH>
          <wp:positionV relativeFrom="page">
            <wp:posOffset>9925685</wp:posOffset>
          </wp:positionV>
          <wp:extent cx="8647430" cy="161354"/>
          <wp:effectExtent l="0" t="0" r="1270" b="0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7430" cy="1613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9DBBD" w14:textId="77777777" w:rsidR="00D100DE" w:rsidRPr="00BB3748" w:rsidRDefault="00D100DE">
      <w:pPr>
        <w:rPr>
          <w:color w:val="808080" w:themeColor="background1" w:themeShade="80"/>
        </w:rPr>
      </w:pPr>
      <w:r w:rsidRPr="00BB3748">
        <w:rPr>
          <w:color w:val="808080" w:themeColor="background1" w:themeShade="80"/>
        </w:rPr>
        <w:separator/>
      </w:r>
    </w:p>
  </w:footnote>
  <w:footnote w:type="continuationSeparator" w:id="0">
    <w:p w14:paraId="36E29D8F" w14:textId="77777777" w:rsidR="00D100DE" w:rsidRDefault="00D100DE">
      <w:r>
        <w:continuationSeparator/>
      </w:r>
    </w:p>
  </w:footnote>
  <w:footnote w:id="1">
    <w:p w14:paraId="39698AEE" w14:textId="77777777" w:rsidR="005B2F73" w:rsidRDefault="005B2F73" w:rsidP="005B2F73">
      <w:pPr>
        <w:pStyle w:val="af7"/>
      </w:pPr>
      <w:r>
        <w:rPr>
          <w:rStyle w:val="afd"/>
        </w:rPr>
        <w:footnoteRef/>
      </w:r>
      <w:r>
        <w:t xml:space="preserve"> </w:t>
      </w:r>
      <w:r w:rsidRPr="005B2F73">
        <w:t xml:space="preserve">  Настоящее поручение (его оригинал на бумажном носителе) может содержать только те параметры (поля), которые актуальны для определенного структурного продукта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59101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47D5400" wp14:editId="770C5B4A">
          <wp:simplePos x="0" y="0"/>
          <wp:positionH relativeFrom="column">
            <wp:posOffset>-3810</wp:posOffset>
          </wp:positionH>
          <wp:positionV relativeFrom="paragraph">
            <wp:posOffset>-92710</wp:posOffset>
          </wp:positionV>
          <wp:extent cx="6332220" cy="690245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222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38AA35" w14:textId="77777777" w:rsidR="00053E45" w:rsidRDefault="00053E45">
    <w:pPr>
      <w:pStyle w:val="a5"/>
      <w:spacing w:line="14" w:lineRule="auto"/>
      <w:ind w:left="0" w:firstLine="0"/>
    </w:pPr>
  </w:p>
  <w:p w14:paraId="58E67ABC" w14:textId="77777777" w:rsidR="00053E45" w:rsidRDefault="00053E45">
    <w:pPr>
      <w:pStyle w:val="a5"/>
      <w:spacing w:line="14" w:lineRule="auto"/>
      <w:ind w:left="0" w:firstLine="0"/>
    </w:pPr>
  </w:p>
  <w:p w14:paraId="1CFF6314" w14:textId="77777777" w:rsidR="00053E45" w:rsidRDefault="00053E45">
    <w:pPr>
      <w:pStyle w:val="a5"/>
      <w:spacing w:line="14" w:lineRule="auto"/>
      <w:ind w:left="0" w:firstLine="0"/>
    </w:pPr>
  </w:p>
  <w:p w14:paraId="0C88B582" w14:textId="77777777" w:rsidR="00053E45" w:rsidRDefault="00053E45">
    <w:pPr>
      <w:pStyle w:val="a5"/>
      <w:spacing w:line="14" w:lineRule="auto"/>
      <w:ind w:left="0" w:firstLine="0"/>
    </w:pPr>
  </w:p>
  <w:p w14:paraId="73A7FB63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E7476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4ECD61E8" wp14:editId="3831D1AE">
          <wp:simplePos x="0" y="0"/>
          <wp:positionH relativeFrom="column">
            <wp:posOffset>3810</wp:posOffset>
          </wp:positionH>
          <wp:positionV relativeFrom="paragraph">
            <wp:posOffset>-213995</wp:posOffset>
          </wp:positionV>
          <wp:extent cx="6408420" cy="698500"/>
          <wp:effectExtent l="0" t="0" r="0" b="635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0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224228">
    <w:abstractNumId w:val="10"/>
  </w:num>
  <w:num w:numId="2" w16cid:durableId="904683929">
    <w:abstractNumId w:val="14"/>
  </w:num>
  <w:num w:numId="3" w16cid:durableId="2061394722">
    <w:abstractNumId w:val="12"/>
  </w:num>
  <w:num w:numId="4" w16cid:durableId="483590941">
    <w:abstractNumId w:val="17"/>
  </w:num>
  <w:num w:numId="5" w16cid:durableId="2058427891">
    <w:abstractNumId w:val="3"/>
  </w:num>
  <w:num w:numId="6" w16cid:durableId="292060296">
    <w:abstractNumId w:val="15"/>
  </w:num>
  <w:num w:numId="7" w16cid:durableId="1791776099">
    <w:abstractNumId w:val="8"/>
  </w:num>
  <w:num w:numId="8" w16cid:durableId="1627277248">
    <w:abstractNumId w:val="11"/>
  </w:num>
  <w:num w:numId="9" w16cid:durableId="635571117">
    <w:abstractNumId w:val="16"/>
  </w:num>
  <w:num w:numId="10" w16cid:durableId="1773817308">
    <w:abstractNumId w:val="19"/>
  </w:num>
  <w:num w:numId="11" w16cid:durableId="1536314172">
    <w:abstractNumId w:val="2"/>
  </w:num>
  <w:num w:numId="12" w16cid:durableId="793331143">
    <w:abstractNumId w:val="18"/>
  </w:num>
  <w:num w:numId="13" w16cid:durableId="174462006">
    <w:abstractNumId w:val="13"/>
  </w:num>
  <w:num w:numId="14" w16cid:durableId="437260077">
    <w:abstractNumId w:val="7"/>
  </w:num>
  <w:num w:numId="15" w16cid:durableId="334234247">
    <w:abstractNumId w:val="6"/>
  </w:num>
  <w:num w:numId="16" w16cid:durableId="897784033">
    <w:abstractNumId w:val="4"/>
  </w:num>
  <w:num w:numId="17" w16cid:durableId="476800861">
    <w:abstractNumId w:val="0"/>
  </w:num>
  <w:num w:numId="18" w16cid:durableId="1291980862">
    <w:abstractNumId w:val="9"/>
  </w:num>
  <w:num w:numId="19" w16cid:durableId="365253275">
    <w:abstractNumId w:val="1"/>
  </w:num>
  <w:num w:numId="20" w16cid:durableId="1446733255">
    <w:abstractNumId w:val="5"/>
  </w:num>
  <w:num w:numId="21" w16cid:durableId="672340672">
    <w:abstractNumId w:val="20"/>
  </w:num>
  <w:num w:numId="22" w16cid:durableId="21399568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2075255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7079227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205606922">
    <w:abstractNumId w:val="11"/>
  </w:num>
  <w:num w:numId="26" w16cid:durableId="596670275">
    <w:abstractNumId w:val="16"/>
  </w:num>
  <w:num w:numId="27" w16cid:durableId="1281841047">
    <w:abstractNumId w:val="17"/>
    <w:lvlOverride w:ilvl="0">
      <w:startOverride w:val="1"/>
    </w:lvlOverride>
  </w:num>
  <w:num w:numId="28" w16cid:durableId="2014991247">
    <w:abstractNumId w:val="17"/>
    <w:lvlOverride w:ilvl="0">
      <w:startOverride w:val="1"/>
    </w:lvlOverride>
  </w:num>
  <w:num w:numId="29" w16cid:durableId="5448286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933054037">
    <w:abstractNumId w:val="17"/>
    <w:lvlOverride w:ilvl="0">
      <w:startOverride w:val="1"/>
    </w:lvlOverride>
  </w:num>
  <w:num w:numId="31" w16cid:durableId="1638411012">
    <w:abstractNumId w:val="17"/>
    <w:lvlOverride w:ilvl="0">
      <w:startOverride w:val="1"/>
    </w:lvlOverride>
  </w:num>
  <w:num w:numId="32" w16cid:durableId="15433256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7913646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977175227">
    <w:abstractNumId w:val="17"/>
  </w:num>
  <w:num w:numId="35" w16cid:durableId="1961645514">
    <w:abstractNumId w:val="17"/>
    <w:lvlOverride w:ilvl="0">
      <w:startOverride w:val="1"/>
    </w:lvlOverride>
  </w:num>
  <w:num w:numId="36" w16cid:durableId="68845022">
    <w:abstractNumId w:val="17"/>
    <w:lvlOverride w:ilvl="0">
      <w:startOverride w:val="1"/>
    </w:lvlOverride>
  </w:num>
  <w:num w:numId="37" w16cid:durableId="1380125099">
    <w:abstractNumId w:val="17"/>
    <w:lvlOverride w:ilvl="0">
      <w:startOverride w:val="1"/>
    </w:lvlOverride>
  </w:num>
  <w:num w:numId="38" w16cid:durableId="1280182565">
    <w:abstractNumId w:val="17"/>
    <w:lvlOverride w:ilvl="0">
      <w:startOverride w:val="1"/>
    </w:lvlOverride>
  </w:num>
  <w:num w:numId="39" w16cid:durableId="282462427">
    <w:abstractNumId w:val="12"/>
  </w:num>
  <w:num w:numId="40" w16cid:durableId="1911571094">
    <w:abstractNumId w:val="17"/>
    <w:lvlOverride w:ilvl="0">
      <w:startOverride w:val="1"/>
    </w:lvlOverride>
  </w:num>
  <w:num w:numId="41" w16cid:durableId="1860000764">
    <w:abstractNumId w:val="17"/>
    <w:lvlOverride w:ilvl="0">
      <w:startOverride w:val="1"/>
    </w:lvlOverride>
  </w:num>
  <w:num w:numId="42" w16cid:durableId="2090417110">
    <w:abstractNumId w:val="14"/>
  </w:num>
  <w:num w:numId="43" w16cid:durableId="1828667322">
    <w:abstractNumId w:val="6"/>
    <w:lvlOverride w:ilvl="0">
      <w:startOverride w:val="1"/>
    </w:lvlOverride>
  </w:num>
  <w:num w:numId="44" w16cid:durableId="1925410536">
    <w:abstractNumId w:val="16"/>
  </w:num>
  <w:num w:numId="45" w16cid:durableId="8242009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F73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1F3B77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476"/>
    <w:rsid w:val="004069C9"/>
    <w:rsid w:val="00435F19"/>
    <w:rsid w:val="00447AF2"/>
    <w:rsid w:val="00447C5A"/>
    <w:rsid w:val="004751E1"/>
    <w:rsid w:val="00480FFC"/>
    <w:rsid w:val="004826FB"/>
    <w:rsid w:val="004C7D6A"/>
    <w:rsid w:val="00502364"/>
    <w:rsid w:val="005077B4"/>
    <w:rsid w:val="00522CFB"/>
    <w:rsid w:val="00584CA6"/>
    <w:rsid w:val="00595FD1"/>
    <w:rsid w:val="005A17CE"/>
    <w:rsid w:val="005B2F73"/>
    <w:rsid w:val="005C02F6"/>
    <w:rsid w:val="005E645B"/>
    <w:rsid w:val="005F3118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647BF"/>
    <w:rsid w:val="00795D9E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85B7C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912E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B3748"/>
    <w:rsid w:val="00BE2B10"/>
    <w:rsid w:val="00C27117"/>
    <w:rsid w:val="00C31863"/>
    <w:rsid w:val="00C3790A"/>
    <w:rsid w:val="00C773DF"/>
    <w:rsid w:val="00C83F87"/>
    <w:rsid w:val="00CA63C9"/>
    <w:rsid w:val="00CC0E46"/>
    <w:rsid w:val="00CE1779"/>
    <w:rsid w:val="00CF17B1"/>
    <w:rsid w:val="00CF415D"/>
    <w:rsid w:val="00D100DE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52ECB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D077F"/>
  <w15:docId w15:val="{F10E3EF7-17CD-49BB-A743-3FD26913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1B0E0-F3DC-4D66-9504-E5DD80C7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пустой.dotx</Template>
  <TotalTime>26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7</cp:revision>
  <cp:lastPrinted>2023-04-18T16:29:00Z</cp:lastPrinted>
  <dcterms:created xsi:type="dcterms:W3CDTF">2023-04-21T15:53:00Z</dcterms:created>
  <dcterms:modified xsi:type="dcterms:W3CDTF">2024-10-17T14:16:00Z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